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1AF42" w14:textId="7ACA3CB2" w:rsidR="00451811" w:rsidRPr="00451811" w:rsidRDefault="00A94A20">
      <w:pPr>
        <w:rPr>
          <w:rFonts w:ascii="HG丸ｺﾞｼｯｸM-PRO" w:eastAsia="HG丸ｺﾞｼｯｸM-PRO" w:hAnsi="HG丸ｺﾞｼｯｸM-PRO"/>
          <w:sz w:val="28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7DF41" wp14:editId="487C8E3D">
                <wp:simplePos x="0" y="0"/>
                <wp:positionH relativeFrom="column">
                  <wp:posOffset>4243070</wp:posOffset>
                </wp:positionH>
                <wp:positionV relativeFrom="paragraph">
                  <wp:posOffset>-377190</wp:posOffset>
                </wp:positionV>
                <wp:extent cx="1409700" cy="34925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4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A86E56" w14:textId="2EA474B5" w:rsidR="00EB271D" w:rsidRDefault="00EB271D">
                            <w:r>
                              <w:rPr>
                                <w:rFonts w:hint="eastAsia"/>
                              </w:rPr>
                              <w:t>小学校</w:t>
                            </w:r>
                            <w:r w:rsidR="001B717F"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 xml:space="preserve">年　</w:t>
                            </w:r>
                            <w:r>
                              <w:rPr>
                                <w:rFonts w:hint="eastAsia"/>
                              </w:rPr>
                              <w:t>算数</w:t>
                            </w:r>
                            <w:r w:rsidR="000D2382">
                              <w:rPr>
                                <w:rFonts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37DF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34.1pt;margin-top:-29.7pt;width:111pt;height:27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" fillcolor="white [3201]" strokeweight=".5pt">
                <v:textbox>
                  <w:txbxContent>
                    <w:p w14:paraId="1FA86E56" w14:textId="2EA474B5" w:rsidR="00EB271D" w:rsidRDefault="00EB271D">
                      <w:r>
                        <w:rPr>
                          <w:rFonts w:hint="eastAsia"/>
                        </w:rPr>
                        <w:t>小学校</w:t>
                      </w:r>
                      <w:r w:rsidR="001B717F">
                        <w:rPr>
                          <w:rFonts w:hint="eastAsia"/>
                        </w:rPr>
                        <w:t>１</w:t>
                      </w:r>
                      <w:r>
                        <w:t xml:space="preserve">年　</w:t>
                      </w:r>
                      <w:r>
                        <w:rPr>
                          <w:rFonts w:hint="eastAsia"/>
                        </w:rPr>
                        <w:t>算数</w:t>
                      </w:r>
                      <w:r w:rsidR="000D2382">
                        <w:rPr>
                          <w:rFonts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360C8C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１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ねん</w:t>
      </w:r>
      <w:r w:rsidR="00451811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さんすう</w:t>
      </w:r>
      <w:r w:rsidR="008F2D23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 xml:space="preserve">　</w:t>
      </w:r>
      <w:r w:rsidR="00375B16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「</w:t>
      </w:r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かず</w:t>
      </w:r>
      <w:bookmarkStart w:id="0" w:name="_GoBack"/>
      <w:bookmarkEnd w:id="0"/>
      <w:r w:rsidR="001B717F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とすうじ」</w:t>
      </w:r>
      <w:r w:rsidR="00C70AED">
        <w:rPr>
          <w:rFonts w:ascii="HG丸ｺﾞｼｯｸM-PRO" w:eastAsia="HG丸ｺﾞｼｯｸM-PRO" w:hAnsi="HG丸ｺﾞｼｯｸM-PRO" w:hint="eastAsia"/>
          <w:sz w:val="28"/>
          <w:bdr w:val="single" w:sz="4" w:space="0" w:color="auto"/>
        </w:rPr>
        <w:t>①</w:t>
      </w:r>
    </w:p>
    <w:p w14:paraId="11ED39BE" w14:textId="77777777" w:rsidR="00451811" w:rsidRPr="00451811" w:rsidRDefault="001B717F" w:rsidP="00451811">
      <w:pPr>
        <w:wordWrap w:val="0"/>
        <w:jc w:val="right"/>
        <w:rPr>
          <w:rFonts w:ascii="HG丸ｺﾞｼｯｸM-PRO" w:eastAsia="HG丸ｺﾞｼｯｸM-PRO" w:hAnsi="HG丸ｺﾞｼｯｸM-PRO"/>
          <w:sz w:val="28"/>
          <w:u w:val="single"/>
        </w:rPr>
      </w:pPr>
      <w:r>
        <w:rPr>
          <w:rFonts w:ascii="HG丸ｺﾞｼｯｸM-PRO" w:eastAsia="HG丸ｺﾞｼｯｸM-PRO" w:hAnsi="HG丸ｺﾞｼｯｸM-PRO" w:hint="eastAsia"/>
          <w:sz w:val="28"/>
          <w:u w:val="single"/>
        </w:rPr>
        <w:t>な</w:t>
      </w:r>
      <w:r w:rsidR="00451811">
        <w:rPr>
          <w:rFonts w:ascii="HG丸ｺﾞｼｯｸM-PRO" w:eastAsia="HG丸ｺﾞｼｯｸM-PRO" w:hAnsi="HG丸ｺﾞｼｯｸM-PRO" w:hint="eastAsia"/>
          <w:sz w:val="28"/>
          <w:u w:val="single"/>
        </w:rPr>
        <w:t xml:space="preserve">まえ：　　　　　　　　　　　　　</w:t>
      </w:r>
    </w:p>
    <w:tbl>
      <w:tblPr>
        <w:tblStyle w:val="a9"/>
        <w:tblW w:w="8541" w:type="dxa"/>
        <w:tblLook w:val="04A0" w:firstRow="1" w:lastRow="0" w:firstColumn="1" w:lastColumn="0" w:noHBand="0" w:noVBand="1"/>
      </w:tblPr>
      <w:tblGrid>
        <w:gridCol w:w="8541"/>
      </w:tblGrid>
      <w:tr w:rsidR="008F2D23" w:rsidRPr="001B717F" w14:paraId="520AE7A5" w14:textId="77777777" w:rsidTr="00FF3931">
        <w:trPr>
          <w:trHeight w:val="609"/>
        </w:trPr>
        <w:tc>
          <w:tcPr>
            <w:tcW w:w="85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CCDB6E" w14:textId="77777777" w:rsidR="00C62B52" w:rsidRPr="00C62B52" w:rsidRDefault="00613E6B" w:rsidP="00C62B52">
            <w:pPr>
              <w:spacing w:line="560" w:lineRule="exact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きょうか</w:t>
            </w:r>
            <w:proofErr w:type="gramStart"/>
            <w:r>
              <w:rPr>
                <w:rFonts w:ascii="HG丸ｺﾞｼｯｸM-PRO" w:eastAsia="HG丸ｺﾞｼｯｸM-PRO" w:hAnsi="HG丸ｺﾞｼｯｸM-PRO" w:hint="eastAsia"/>
                <w:sz w:val="28"/>
              </w:rPr>
              <w:t>しょ</w:t>
            </w:r>
            <w:proofErr w:type="gramEnd"/>
            <w:r>
              <w:rPr>
                <w:rFonts w:ascii="HG丸ｺﾞｼｯｸM-PRO" w:eastAsia="HG丸ｺﾞｼｯｸM-PRO" w:hAnsi="HG丸ｺﾞｼｯｸM-PRO" w:hint="eastAsia"/>
                <w:sz w:val="28"/>
              </w:rPr>
              <w:t>１０ぺー</w:t>
            </w:r>
            <w:proofErr w:type="gramStart"/>
            <w:r>
              <w:rPr>
                <w:rFonts w:ascii="HG丸ｺﾞｼｯｸM-PRO" w:eastAsia="HG丸ｺﾞｼｯｸM-PRO" w:hAnsi="HG丸ｺﾞｼｯｸM-PRO" w:hint="eastAsia"/>
                <w:sz w:val="28"/>
              </w:rPr>
              <w:t>じ</w:t>
            </w:r>
            <w:proofErr w:type="gramEnd"/>
            <w:r>
              <w:rPr>
                <w:rFonts w:ascii="HG丸ｺﾞｼｯｸM-PRO" w:eastAsia="HG丸ｺﾞｼｯｸM-PRO" w:hAnsi="HG丸ｺﾞｼｯｸM-PRO" w:hint="eastAsia"/>
                <w:sz w:val="28"/>
              </w:rPr>
              <w:t>を　みましょう。</w:t>
            </w:r>
          </w:p>
        </w:tc>
      </w:tr>
    </w:tbl>
    <w:p w14:paraId="0765993C" w14:textId="77777777" w:rsidR="00FF3931" w:rsidRDefault="00FF3931" w:rsidP="00FF3931">
      <w:pPr>
        <w:spacing w:line="560" w:lineRule="exact"/>
        <w:rPr>
          <w:rFonts w:ascii="HG丸ｺﾞｼｯｸM-PRO" w:eastAsia="HG丸ｺﾞｼｯｸM-PRO" w:hAnsi="HG丸ｺﾞｼｯｸM-PRO"/>
          <w:sz w:val="28"/>
        </w:rPr>
      </w:pPr>
    </w:p>
    <w:p w14:paraId="5FB442AD" w14:textId="77777777" w:rsidR="00FF3931" w:rsidRDefault="00FF3931" w:rsidP="00FF3931">
      <w:pPr>
        <w:spacing w:line="560" w:lineRule="exact"/>
        <w:rPr>
          <w:rFonts w:ascii="HG丸ｺﾞｼｯｸM-PRO" w:eastAsia="HG丸ｺﾞｼｯｸM-PRO" w:hAnsi="HG丸ｺﾞｼｯｸM-PRO"/>
          <w:sz w:val="28"/>
        </w:rPr>
      </w:pPr>
    </w:p>
    <w:p w14:paraId="216EC350" w14:textId="725B8B75" w:rsidR="00FF3931" w:rsidRPr="00C62B52" w:rsidRDefault="00FF3931" w:rsidP="00FF3931">
      <w:pPr>
        <w:spacing w:line="560" w:lineRule="exact"/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◎</w:t>
      </w:r>
      <w:r w:rsidRPr="00C62B52"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 w:rsidR="00425AC8">
        <w:rPr>
          <w:rFonts w:ascii="HG丸ｺﾞｼｯｸM-PRO" w:eastAsia="HG丸ｺﾞｼｯｸM-PRO" w:hAnsi="HG丸ｺﾞｼｯｸM-PRO" w:hint="eastAsia"/>
          <w:sz w:val="28"/>
        </w:rPr>
        <w:t>もの</w:t>
      </w:r>
      <w:r w:rsidRPr="00C62B52">
        <w:rPr>
          <w:rFonts w:ascii="HG丸ｺﾞｼｯｸM-PRO" w:eastAsia="HG丸ｺﾞｼｯｸM-PRO" w:hAnsi="HG丸ｺﾞｼｯｸM-PRO" w:hint="eastAsia"/>
          <w:sz w:val="28"/>
        </w:rPr>
        <w:t>の　かずを　こえに　だして　かぞえましょう。</w:t>
      </w:r>
    </w:p>
    <w:p w14:paraId="31478D16" w14:textId="77777777" w:rsidR="00FF3931" w:rsidRPr="00FF3931" w:rsidRDefault="00FF3931" w:rsidP="001B717F">
      <w:pPr>
        <w:rPr>
          <w:rFonts w:ascii="HG丸ｺﾞｼｯｸM-PRO" w:eastAsia="HG丸ｺﾞｼｯｸM-PRO" w:hAnsi="HG丸ｺﾞｼｯｸM-PRO"/>
          <w:sz w:val="28"/>
        </w:rPr>
      </w:pPr>
    </w:p>
    <w:p w14:paraId="20FC413D" w14:textId="77777777" w:rsidR="00C62B52" w:rsidRDefault="00FF3931" w:rsidP="001B717F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8"/>
        </w:rPr>
        <w:t>◎</w:t>
      </w:r>
      <w:r w:rsidRPr="00C62B52">
        <w:rPr>
          <w:rFonts w:ascii="HG丸ｺﾞｼｯｸM-PRO" w:eastAsia="HG丸ｺﾞｼｯｸM-PRO" w:hAnsi="HG丸ｺﾞｼｯｸM-PRO" w:hint="eastAsia"/>
          <w:sz w:val="28"/>
        </w:rPr>
        <w:t xml:space="preserve">　ものの　かずだけ　〇を　ぬりましょう。</w:t>
      </w:r>
    </w:p>
    <w:p w14:paraId="085F7623" w14:textId="77777777" w:rsidR="00FF3931" w:rsidRDefault="00FF3931" w:rsidP="00FF3931">
      <w:pPr>
        <w:rPr>
          <w:rFonts w:ascii="HG丸ｺﾞｼｯｸM-PRO" w:eastAsia="HG丸ｺﾞｼｯｸM-PRO" w:hAnsi="HG丸ｺﾞｼｯｸM-PRO"/>
          <w:sz w:val="28"/>
        </w:rPr>
      </w:pPr>
    </w:p>
    <w:p w14:paraId="5143E04D" w14:textId="77777777" w:rsidR="00FF3931" w:rsidRDefault="00FF3931" w:rsidP="00FF3931">
      <w:pPr>
        <w:rPr>
          <w:rFonts w:ascii="HG丸ｺﾞｼｯｸM-PRO" w:eastAsia="HG丸ｺﾞｼｯｸM-PRO" w:hAnsi="HG丸ｺﾞｼｯｸM-PRO"/>
          <w:sz w:val="28"/>
        </w:rPr>
      </w:pPr>
      <w:r>
        <w:rPr>
          <w:rFonts w:ascii="HG丸ｺﾞｼｯｸM-PRO" w:eastAsia="HG丸ｺﾞｼｯｸM-PRO" w:hAnsi="HG丸ｺﾞｼｯｸM-PRO" w:hint="eastAsia"/>
          <w:sz w:val="28"/>
        </w:rPr>
        <w:t>◎</w:t>
      </w:r>
      <w:r w:rsidRPr="00FF3931">
        <w:rPr>
          <w:rFonts w:ascii="HG丸ｺﾞｼｯｸM-PRO" w:eastAsia="HG丸ｺﾞｼｯｸM-PRO" w:hAnsi="HG丸ｺﾞｼｯｸM-PRO" w:hint="eastAsia"/>
          <w:sz w:val="28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8"/>
        </w:rPr>
        <w:t>きょうか</w:t>
      </w:r>
      <w:proofErr w:type="gramStart"/>
      <w:r>
        <w:rPr>
          <w:rFonts w:ascii="HG丸ｺﾞｼｯｸM-PRO" w:eastAsia="HG丸ｺﾞｼｯｸM-PRO" w:hAnsi="HG丸ｺﾞｼｯｸM-PRO" w:hint="eastAsia"/>
          <w:sz w:val="28"/>
        </w:rPr>
        <w:t>しょの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 xml:space="preserve">　ます</w:t>
      </w:r>
      <w:proofErr w:type="gramStart"/>
      <w:r>
        <w:rPr>
          <w:rFonts w:ascii="HG丸ｺﾞｼｯｸM-PRO" w:eastAsia="HG丸ｺﾞｼｯｸM-PRO" w:hAnsi="HG丸ｺﾞｼｯｸM-PRO" w:hint="eastAsia"/>
          <w:sz w:val="28"/>
        </w:rPr>
        <w:t>め</w:t>
      </w:r>
      <w:proofErr w:type="gramEnd"/>
      <w:r>
        <w:rPr>
          <w:rFonts w:ascii="HG丸ｺﾞｼｯｸM-PRO" w:eastAsia="HG丸ｺﾞｼｯｸM-PRO" w:hAnsi="HG丸ｺﾞｼｯｸM-PRO" w:hint="eastAsia"/>
          <w:sz w:val="28"/>
        </w:rPr>
        <w:t xml:space="preserve">にある　すうじを　</w:t>
      </w:r>
      <w:r w:rsidRPr="001B717F">
        <w:rPr>
          <w:rFonts w:ascii="HG丸ｺﾞｼｯｸM-PRO" w:eastAsia="HG丸ｺﾞｼｯｸM-PRO" w:hAnsi="HG丸ｺﾞｼｯｸM-PRO" w:hint="eastAsia"/>
          <w:sz w:val="28"/>
        </w:rPr>
        <w:t xml:space="preserve">ゆっくり　</w:t>
      </w:r>
    </w:p>
    <w:p w14:paraId="3400BDAB" w14:textId="77777777" w:rsidR="00C62B52" w:rsidRDefault="00FF3931" w:rsidP="00FF3931">
      <w:pPr>
        <w:ind w:firstLineChars="200" w:firstLine="560"/>
        <w:rPr>
          <w:rFonts w:ascii="HG丸ｺﾞｼｯｸM-PRO" w:eastAsia="HG丸ｺﾞｼｯｸM-PRO" w:hAnsi="HG丸ｺﾞｼｯｸM-PRO"/>
          <w:sz w:val="22"/>
        </w:rPr>
      </w:pPr>
      <w:r w:rsidRPr="001B717F">
        <w:rPr>
          <w:rFonts w:ascii="HG丸ｺﾞｼｯｸM-PRO" w:eastAsia="HG丸ｺﾞｼｯｸM-PRO" w:hAnsi="HG丸ｺﾞｼｯｸM-PRO" w:hint="eastAsia"/>
          <w:sz w:val="28"/>
        </w:rPr>
        <w:t>なぞりましょう。</w:t>
      </w:r>
    </w:p>
    <w:p w14:paraId="1B791ED7" w14:textId="77777777" w:rsidR="00FF3931" w:rsidRDefault="00FF3931" w:rsidP="00FF3931">
      <w:pPr>
        <w:rPr>
          <w:rFonts w:ascii="HG丸ｺﾞｼｯｸM-PRO" w:eastAsia="HG丸ｺﾞｼｯｸM-PRO" w:hAnsi="HG丸ｺﾞｼｯｸM-PRO"/>
          <w:sz w:val="28"/>
        </w:rPr>
      </w:pPr>
    </w:p>
    <w:p w14:paraId="10A0F028" w14:textId="77777777" w:rsidR="00C62B52" w:rsidRDefault="00FF3931" w:rsidP="00FF3931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8"/>
        </w:rPr>
        <w:t xml:space="preserve">◎　</w:t>
      </w:r>
      <w:r w:rsidRPr="001B717F">
        <w:rPr>
          <w:rFonts w:ascii="HG丸ｺﾞｼｯｸM-PRO" w:eastAsia="HG丸ｺﾞｼｯｸM-PRO" w:hAnsi="HG丸ｺﾞｼｯｸM-PRO" w:hint="eastAsia"/>
          <w:sz w:val="28"/>
        </w:rPr>
        <w:t xml:space="preserve">すうじを　ますに　ていねいに　</w:t>
      </w:r>
      <w:r>
        <w:rPr>
          <w:rFonts w:ascii="HG丸ｺﾞｼｯｸM-PRO" w:eastAsia="HG丸ｺﾞｼｯｸM-PRO" w:hAnsi="HG丸ｺﾞｼｯｸM-PRO" w:hint="eastAsia"/>
          <w:sz w:val="28"/>
        </w:rPr>
        <w:t xml:space="preserve">すうじを　</w:t>
      </w:r>
      <w:r w:rsidRPr="001B717F">
        <w:rPr>
          <w:rFonts w:ascii="HG丸ｺﾞｼｯｸM-PRO" w:eastAsia="HG丸ｺﾞｼｯｸM-PRO" w:hAnsi="HG丸ｺﾞｼｯｸM-PRO" w:hint="eastAsia"/>
          <w:sz w:val="28"/>
        </w:rPr>
        <w:t>かきましょう。</w:t>
      </w:r>
    </w:p>
    <w:p w14:paraId="0929DE0A" w14:textId="77777777" w:rsidR="00C62B52" w:rsidRDefault="00C62B52" w:rsidP="001B717F">
      <w:pPr>
        <w:rPr>
          <w:rFonts w:ascii="HG丸ｺﾞｼｯｸM-PRO" w:eastAsia="HG丸ｺﾞｼｯｸM-PRO" w:hAnsi="HG丸ｺﾞｼｯｸM-PRO"/>
          <w:sz w:val="22"/>
        </w:rPr>
      </w:pPr>
    </w:p>
    <w:sectPr w:rsidR="00C62B52" w:rsidSect="00DD15AC">
      <w:pgSz w:w="11907" w:h="16839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37BCF" w14:textId="77777777" w:rsidR="0022255F" w:rsidRDefault="0022255F" w:rsidP="00F77396">
      <w:r>
        <w:separator/>
      </w:r>
    </w:p>
  </w:endnote>
  <w:endnote w:type="continuationSeparator" w:id="0">
    <w:p w14:paraId="3D8A013A" w14:textId="77777777" w:rsidR="0022255F" w:rsidRDefault="0022255F" w:rsidP="00F77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D0E36" w14:textId="77777777" w:rsidR="0022255F" w:rsidRDefault="0022255F" w:rsidP="00F77396">
      <w:r>
        <w:separator/>
      </w:r>
    </w:p>
  </w:footnote>
  <w:footnote w:type="continuationSeparator" w:id="0">
    <w:p w14:paraId="78A6E242" w14:textId="77777777" w:rsidR="0022255F" w:rsidRDefault="0022255F" w:rsidP="00F773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054878"/>
    <w:multiLevelType w:val="hybridMultilevel"/>
    <w:tmpl w:val="688A0F54"/>
    <w:lvl w:ilvl="0" w:tplc="0C1AC232">
      <w:start w:val="2"/>
      <w:numFmt w:val="bullet"/>
      <w:lvlText w:val="◎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4BC17874"/>
    <w:multiLevelType w:val="hybridMultilevel"/>
    <w:tmpl w:val="2ED618B0"/>
    <w:lvl w:ilvl="0" w:tplc="F3C67968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62691397"/>
    <w:multiLevelType w:val="hybridMultilevel"/>
    <w:tmpl w:val="942AAF1E"/>
    <w:lvl w:ilvl="0" w:tplc="7C72AFAA">
      <w:start w:val="2"/>
      <w:numFmt w:val="bullet"/>
      <w:lvlText w:val="☆"/>
      <w:lvlJc w:val="left"/>
      <w:pPr>
        <w:ind w:left="72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510"/>
    <w:rsid w:val="0000411D"/>
    <w:rsid w:val="000603A6"/>
    <w:rsid w:val="000D2382"/>
    <w:rsid w:val="001B5261"/>
    <w:rsid w:val="001B717F"/>
    <w:rsid w:val="001E744F"/>
    <w:rsid w:val="0021275E"/>
    <w:rsid w:val="0022113A"/>
    <w:rsid w:val="0022255F"/>
    <w:rsid w:val="002300BB"/>
    <w:rsid w:val="00253E97"/>
    <w:rsid w:val="00270A6B"/>
    <w:rsid w:val="00285902"/>
    <w:rsid w:val="002C5282"/>
    <w:rsid w:val="00310B35"/>
    <w:rsid w:val="003228C5"/>
    <w:rsid w:val="00360C8C"/>
    <w:rsid w:val="00375B16"/>
    <w:rsid w:val="003A06AD"/>
    <w:rsid w:val="00425AC8"/>
    <w:rsid w:val="00451811"/>
    <w:rsid w:val="00481A02"/>
    <w:rsid w:val="00511521"/>
    <w:rsid w:val="0057722A"/>
    <w:rsid w:val="00595019"/>
    <w:rsid w:val="005F69A5"/>
    <w:rsid w:val="00613E6B"/>
    <w:rsid w:val="00627591"/>
    <w:rsid w:val="0064298D"/>
    <w:rsid w:val="00695510"/>
    <w:rsid w:val="006D61C2"/>
    <w:rsid w:val="00737BEE"/>
    <w:rsid w:val="007F0B4D"/>
    <w:rsid w:val="008453EB"/>
    <w:rsid w:val="00893AD4"/>
    <w:rsid w:val="008C2E05"/>
    <w:rsid w:val="008F2D23"/>
    <w:rsid w:val="00A45F49"/>
    <w:rsid w:val="00A94A20"/>
    <w:rsid w:val="00B337F1"/>
    <w:rsid w:val="00B756C5"/>
    <w:rsid w:val="00BC459C"/>
    <w:rsid w:val="00C3531A"/>
    <w:rsid w:val="00C62AF2"/>
    <w:rsid w:val="00C62B52"/>
    <w:rsid w:val="00C70AED"/>
    <w:rsid w:val="00CD7B43"/>
    <w:rsid w:val="00D04510"/>
    <w:rsid w:val="00D24595"/>
    <w:rsid w:val="00D862EA"/>
    <w:rsid w:val="00DD15AC"/>
    <w:rsid w:val="00DD30CF"/>
    <w:rsid w:val="00EA2D6F"/>
    <w:rsid w:val="00EB271D"/>
    <w:rsid w:val="00ED7C28"/>
    <w:rsid w:val="00F77396"/>
    <w:rsid w:val="00F82160"/>
    <w:rsid w:val="00F94B73"/>
    <w:rsid w:val="00FC030F"/>
    <w:rsid w:val="00FD7A69"/>
    <w:rsid w:val="00FF3931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42E622A"/>
  <w15:docId w15:val="{0E728E6C-2377-4248-B3A0-7A4FB4151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72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2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2AF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7396"/>
  </w:style>
  <w:style w:type="paragraph" w:styleId="a7">
    <w:name w:val="footer"/>
    <w:basedOn w:val="a"/>
    <w:link w:val="a8"/>
    <w:uiPriority w:val="99"/>
    <w:unhideWhenUsed/>
    <w:rsid w:val="00F773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7396"/>
  </w:style>
  <w:style w:type="table" w:styleId="a9">
    <w:name w:val="Table Grid"/>
    <w:basedOn w:val="a1"/>
    <w:uiPriority w:val="39"/>
    <w:rsid w:val="001B52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B71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9E2C554-6DFA-4A90-BBB3-CB6C5EC8F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318395B3</Template>
  <TotalTime>34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19906562</cp:lastModifiedBy>
  <cp:revision>12</cp:revision>
  <cp:lastPrinted>2020-05-01T01:30:00Z</cp:lastPrinted>
  <dcterms:created xsi:type="dcterms:W3CDTF">2020-04-22T12:54:00Z</dcterms:created>
  <dcterms:modified xsi:type="dcterms:W3CDTF">2020-05-15T06:18:00Z</dcterms:modified>
</cp:coreProperties>
</file>